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bookmarkStart w:id="0" w:name="_GoBack"/>
      <w:bookmarkEnd w:id="0"/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F8CBA19" w14:textId="701C8CFA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72D92EF9" w14:textId="3E04ABF0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2E2975" w14:textId="4FABCB69" w:rsidR="007E7B81" w:rsidRPr="00404764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9F951C2" w14:textId="44BB61BA" w:rsidR="007E7B8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404764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971F1D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19687D42" w:rsidR="007479E1" w:rsidRPr="00404764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2697588" w14:textId="27681BAA" w:rsidR="007479E1" w:rsidRPr="00404764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FB4859F" w14:textId="068AA51D" w:rsidR="007E7B81" w:rsidRPr="00404764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0B76F025" w14:textId="0A7E25C1" w:rsidR="007E7B8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7EF16" w14:textId="3E735A9C" w:rsidR="008E3DB5" w:rsidRPr="00404764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</w:tc>
        <w:tc>
          <w:tcPr>
            <w:tcW w:w="4264" w:type="dxa"/>
          </w:tcPr>
          <w:p w14:paraId="4CDBD159" w14:textId="4F1F700F" w:rsidR="008E3DB5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04967C4" w14:textId="1D488CB8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</w:tc>
        <w:tc>
          <w:tcPr>
            <w:tcW w:w="4264" w:type="dxa"/>
          </w:tcPr>
          <w:p w14:paraId="1B1E7A03" w14:textId="333E149B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D52C77F" w14:textId="7C134F2A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5BBC15E5" w14:textId="6C1A8DF4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0F838BB" w14:textId="11A33569" w:rsidR="00921E6B" w:rsidRPr="00404764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5DA52B8F" w14:textId="58630019" w:rsidR="00921E6B" w:rsidRPr="00404764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3E02AFE" w14:textId="3E5B6DA7" w:rsidR="00921E6B" w:rsidRPr="00404764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29DE3D1F" w14:textId="2D9FA3A5" w:rsidR="00921E6B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4399BE0" w14:textId="23394E33" w:rsidR="00FF2CFB" w:rsidRPr="00404764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411DC54E" w14:textId="5AF1028D" w:rsidR="00FF2CFB" w:rsidRPr="00404764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</w:tc>
      </w:tr>
    </w:tbl>
    <w:p w14:paraId="4A091CC7" w14:textId="47CCB4B9" w:rsidR="00AE7A9E" w:rsidRPr="00404764" w:rsidRDefault="00AE7A9E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br w:type="page"/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1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Pr="00A24674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43FD9582" w14:textId="77777777" w:rsidR="00D928DB" w:rsidRPr="00F0533E" w:rsidRDefault="00D928DB" w:rsidP="00F0533E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2C43BC16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68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684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7F9A4D69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68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68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revisionView w:inkAnnotations="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725B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E0CD7"/>
    <w:rsid w:val="002F5828"/>
    <w:rsid w:val="00300A53"/>
    <w:rsid w:val="00341DCF"/>
    <w:rsid w:val="00357BC6"/>
    <w:rsid w:val="00374EB1"/>
    <w:rsid w:val="003956C6"/>
    <w:rsid w:val="00404764"/>
    <w:rsid w:val="00441430"/>
    <w:rsid w:val="00450F07"/>
    <w:rsid w:val="00453CD3"/>
    <w:rsid w:val="0045713F"/>
    <w:rsid w:val="00460660"/>
    <w:rsid w:val="0047754B"/>
    <w:rsid w:val="00486107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F1404"/>
    <w:rsid w:val="0061068E"/>
    <w:rsid w:val="0063684C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3DB5"/>
    <w:rsid w:val="008F18D6"/>
    <w:rsid w:val="00904780"/>
    <w:rsid w:val="00921E6B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75EE1"/>
    <w:rsid w:val="00B77481"/>
    <w:rsid w:val="00B81949"/>
    <w:rsid w:val="00B8518B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27359C-4FD8-4F32-AA55-286997584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0</TotalTime>
  <Pages>3</Pages>
  <Words>748</Words>
  <Characters>4414</Characters>
  <Application>Microsoft Office Word</Application>
  <DocSecurity>4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OVZ OŘ OVA</cp:lastModifiedBy>
  <cp:revision>2</cp:revision>
  <cp:lastPrinted>2022-03-23T11:11:00Z</cp:lastPrinted>
  <dcterms:created xsi:type="dcterms:W3CDTF">2022-04-21T12:22:00Z</dcterms:created>
  <dcterms:modified xsi:type="dcterms:W3CDTF">2022-04-21T12:22:00Z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